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DF685" w14:textId="6831DC9A" w:rsidR="0035409A" w:rsidRPr="0035409A" w:rsidRDefault="0035409A" w:rsidP="0035409A">
      <w:pPr>
        <w:pStyle w:val="af7"/>
      </w:pPr>
      <w:r w:rsidRPr="0035409A">
        <w:t>Приложение №</w:t>
      </w:r>
      <w:r w:rsidR="00AE2274">
        <w:t>28</w:t>
      </w:r>
    </w:p>
    <w:sdt>
      <w:sdtPr>
        <w:rPr>
          <w:b/>
          <w:bCs w:val="0"/>
          <w:szCs w:val="22"/>
        </w:rPr>
        <w:id w:val="278230986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7777777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  <w:r w:rsidR="006A4B39">
            <w:t>(ФИО)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 w:rsidRPr="00D759E5">
            <w:t>Договор №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7B81C04E" w14:textId="77777777" w:rsidR="00882371" w:rsidRDefault="00882371" w:rsidP="00D759E5">
          <w:pPr>
            <w:pStyle w:val="affa"/>
          </w:pPr>
        </w:p>
        <w:p w14:paraId="3BBB63CD" w14:textId="77777777" w:rsidR="00F90254" w:rsidRPr="00D759E5" w:rsidRDefault="00F90254" w:rsidP="00D759E5">
          <w:pPr>
            <w:pStyle w:val="affa"/>
          </w:pPr>
          <w:r w:rsidRPr="00D759E5">
            <w:t>Заявление о пред</w:t>
          </w:r>
          <w:r w:rsidR="00DE7EE5" w:rsidRPr="00D759E5">
            <w:t>оставлении биржевых отчетов от _____/_____/_____г.</w:t>
          </w:r>
        </w:p>
        <w:p w14:paraId="1EF085DE" w14:textId="77777777" w:rsidR="00F90254" w:rsidRDefault="00F90254" w:rsidP="00D759E5">
          <w:pPr>
            <w:pStyle w:val="affa"/>
          </w:pPr>
        </w:p>
        <w:p w14:paraId="0C4C59B0" w14:textId="77777777" w:rsidR="00F90254" w:rsidRDefault="00F90254" w:rsidP="00F90254">
          <w:pPr>
            <w:pStyle w:val="af3"/>
          </w:pPr>
          <w:r w:rsidRPr="00F90254">
            <w:t>Прошу Вас оформить от Вашего имени запрос в НКО НКЦ (АО) на предоставление биржевых отчетов по разделу клиринговых регистров по следующему адресу электронной почты ____________________.</w:t>
          </w:r>
        </w:p>
        <w:p w14:paraId="681965B7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316000D6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Установить формирование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2644"/>
            <w:gridCol w:w="2311"/>
            <w:gridCol w:w="2306"/>
            <w:gridCol w:w="3436"/>
          </w:tblGrid>
          <w:tr w:rsidR="00F90254" w:rsidRPr="00FF1F61" w14:paraId="193A0E82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55"/>
            </w:trPr>
            <w:tc>
              <w:tcPr>
                <w:tcW w:w="1236" w:type="pct"/>
                <w:vMerge w:val="restart"/>
              </w:tcPr>
              <w:p w14:paraId="4B0CE609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158" w:type="pct"/>
                <w:gridSpan w:val="2"/>
              </w:tcPr>
              <w:p w14:paraId="48E1CE5F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Период формирования</w:t>
                </w:r>
              </w:p>
            </w:tc>
            <w:tc>
              <w:tcPr>
                <w:tcW w:w="1607" w:type="pct"/>
                <w:vMerge w:val="restart"/>
              </w:tcPr>
              <w:p w14:paraId="19B6E9F5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Номер раздела для списания сбора</w:t>
                </w:r>
              </w:p>
            </w:tc>
          </w:tr>
          <w:tr w:rsidR="00F90254" w:rsidRPr="00FF1F61" w14:paraId="6EE33817" w14:textId="77777777" w:rsidTr="00F90254">
            <w:trPr>
              <w:trHeight w:val="255"/>
            </w:trPr>
            <w:tc>
              <w:tcPr>
                <w:tcW w:w="1236" w:type="pct"/>
                <w:vMerge/>
              </w:tcPr>
              <w:p w14:paraId="634B5509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</w:p>
            </w:tc>
            <w:tc>
              <w:tcPr>
                <w:tcW w:w="1080" w:type="pct"/>
                <w:shd w:val="clear" w:color="auto" w:fill="DBE5F1" w:themeFill="accent1" w:themeFillTint="33"/>
              </w:tcPr>
              <w:p w14:paraId="5C0A22DE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  <w:r w:rsidRPr="00FF1F61">
                  <w:rPr>
                    <w:bCs/>
                  </w:rPr>
                  <w:t>Дата начала</w:t>
                </w:r>
              </w:p>
            </w:tc>
            <w:tc>
              <w:tcPr>
                <w:tcW w:w="1078" w:type="pct"/>
                <w:shd w:val="clear" w:color="auto" w:fill="DBE5F1" w:themeFill="accent1" w:themeFillTint="33"/>
              </w:tcPr>
              <w:p w14:paraId="0BE88E5F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  <w:r w:rsidRPr="00FF1F61">
                  <w:rPr>
                    <w:bCs/>
                  </w:rPr>
                  <w:t>Дата окончания</w:t>
                </w:r>
              </w:p>
            </w:tc>
            <w:tc>
              <w:tcPr>
                <w:tcW w:w="1607" w:type="pct"/>
                <w:vMerge/>
              </w:tcPr>
              <w:p w14:paraId="73AA7F51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</w:p>
            </w:tc>
          </w:tr>
          <w:tr w:rsidR="00F90254" w:rsidRPr="00FF1F61" w14:paraId="7C7F07C6" w14:textId="77777777" w:rsidTr="00F90254">
            <w:tc>
              <w:tcPr>
                <w:tcW w:w="1236" w:type="pct"/>
              </w:tcPr>
              <w:p w14:paraId="1DEBB954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080" w:type="pct"/>
              </w:tcPr>
              <w:p w14:paraId="77317F70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078" w:type="pct"/>
              </w:tcPr>
              <w:p w14:paraId="40F2E72B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607" w:type="pct"/>
              </w:tcPr>
              <w:p w14:paraId="419B43A6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</w:tr>
        </w:tbl>
        <w:p w14:paraId="305A3A48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107A9FAB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Пролонгировать период формирования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5419"/>
            <w:gridCol w:w="5278"/>
          </w:tblGrid>
          <w:tr w:rsidR="00F90254" w:rsidRPr="00FF1F61" w14:paraId="2519A528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33" w:type="pct"/>
              </w:tcPr>
              <w:p w14:paraId="4B4C2FD9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467" w:type="pct"/>
              </w:tcPr>
              <w:p w14:paraId="44D471AC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Дата окончания</w:t>
                </w:r>
              </w:p>
            </w:tc>
          </w:tr>
          <w:tr w:rsidR="00F90254" w:rsidRPr="00FF1F61" w14:paraId="7701501E" w14:textId="77777777" w:rsidTr="00F90254">
            <w:tc>
              <w:tcPr>
                <w:tcW w:w="2533" w:type="pct"/>
              </w:tcPr>
              <w:p w14:paraId="63E1C8EB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67" w:type="pct"/>
              </w:tcPr>
              <w:p w14:paraId="67E5D3F5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086B813E" w14:textId="77777777" w:rsidR="00F90254" w:rsidRDefault="00F90254" w:rsidP="00F90254">
          <w:pPr>
            <w:pStyle w:val="af3"/>
          </w:pPr>
        </w:p>
        <w:p w14:paraId="1F49E232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Приостановить формирование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5419"/>
            <w:gridCol w:w="5278"/>
          </w:tblGrid>
          <w:tr w:rsidR="00F90254" w:rsidRPr="00FF1F61" w14:paraId="63549624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33" w:type="pct"/>
              </w:tcPr>
              <w:p w14:paraId="70775441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467" w:type="pct"/>
              </w:tcPr>
              <w:p w14:paraId="2CE83561" w14:textId="77777777" w:rsidR="00F90254" w:rsidRPr="00F90254" w:rsidRDefault="00F90254" w:rsidP="0062122E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 xml:space="preserve">Дата </w:t>
                </w:r>
                <w:r w:rsidR="0062122E">
                  <w:rPr>
                    <w:b/>
                    <w:bCs/>
                  </w:rPr>
                  <w:t>приостановки</w:t>
                </w:r>
              </w:p>
            </w:tc>
          </w:tr>
          <w:tr w:rsidR="00F90254" w:rsidRPr="00FF1F61" w14:paraId="2E0DCA47" w14:textId="77777777" w:rsidTr="00F90254">
            <w:tc>
              <w:tcPr>
                <w:tcW w:w="2533" w:type="pct"/>
              </w:tcPr>
              <w:p w14:paraId="3F10BCFE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67" w:type="pct"/>
              </w:tcPr>
              <w:p w14:paraId="002F34EB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6215D464" w14:textId="77777777" w:rsidR="00F90254" w:rsidRDefault="00F90254" w:rsidP="00F90254">
          <w:pPr>
            <w:pStyle w:val="af3"/>
          </w:pPr>
        </w:p>
        <w:p w14:paraId="7A81FD4E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Переадресовать сбор за формирование отчетов по</w:t>
          </w:r>
          <w:r>
            <w:rPr>
              <w:shd w:val="clear" w:color="auto" w:fill="FFFFFF"/>
            </w:rPr>
            <w:t xml:space="preserve"> разделу клиринговых регистров:</w:t>
          </w:r>
        </w:p>
        <w:tbl>
          <w:tblPr>
            <w:tblStyle w:val="14"/>
            <w:tblW w:w="5000" w:type="pct"/>
            <w:tblLook w:val="04A0" w:firstRow="1" w:lastRow="0" w:firstColumn="1" w:lastColumn="0" w:noHBand="0" w:noVBand="1"/>
          </w:tblPr>
          <w:tblGrid>
            <w:gridCol w:w="5537"/>
            <w:gridCol w:w="5253"/>
          </w:tblGrid>
          <w:tr w:rsidR="00F90254" w:rsidRPr="00FF1F61" w14:paraId="0D6AE569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66" w:type="pct"/>
              </w:tcPr>
              <w:p w14:paraId="67DF98A3" w14:textId="77777777" w:rsidR="00F90254" w:rsidRPr="00F90254" w:rsidRDefault="0062122E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>
                  <w:rPr>
                    <w:b/>
                    <w:bCs/>
                  </w:rPr>
                  <w:t>С</w:t>
                </w:r>
                <w:r w:rsidR="00F90254" w:rsidRPr="00F90254">
                  <w:rPr>
                    <w:b/>
                    <w:bCs/>
                  </w:rPr>
                  <w:t xml:space="preserve"> раздела</w:t>
                </w:r>
              </w:p>
            </w:tc>
            <w:tc>
              <w:tcPr>
                <w:tcW w:w="2434" w:type="pct"/>
              </w:tcPr>
              <w:p w14:paraId="07EF966F" w14:textId="77777777" w:rsidR="00F90254" w:rsidRPr="00F90254" w:rsidRDefault="0062122E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>
                  <w:rPr>
                    <w:b/>
                    <w:bCs/>
                  </w:rPr>
                  <w:t>На раздел</w:t>
                </w:r>
              </w:p>
            </w:tc>
          </w:tr>
          <w:tr w:rsidR="00F90254" w:rsidRPr="00FF1F61" w14:paraId="43C02641" w14:textId="77777777" w:rsidTr="00F90254">
            <w:tc>
              <w:tcPr>
                <w:tcW w:w="2566" w:type="pct"/>
              </w:tcPr>
              <w:p w14:paraId="58EFB2C0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34" w:type="pct"/>
              </w:tcPr>
              <w:p w14:paraId="7EA96622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3D8867DA" w14:textId="77777777" w:rsidR="00D72E66" w:rsidRDefault="00000000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AE62A" w14:textId="77777777" w:rsidR="00451358" w:rsidRDefault="00451358">
      <w:r>
        <w:separator/>
      </w:r>
    </w:p>
  </w:endnote>
  <w:endnote w:type="continuationSeparator" w:id="0">
    <w:p w14:paraId="449BEEE3" w14:textId="77777777" w:rsidR="00451358" w:rsidRDefault="0045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DD2F1" w14:textId="77777777" w:rsidR="00451358" w:rsidRDefault="00451358">
      <w:r>
        <w:separator/>
      </w:r>
    </w:p>
  </w:footnote>
  <w:footnote w:type="continuationSeparator" w:id="0">
    <w:p w14:paraId="37169597" w14:textId="77777777" w:rsidR="00451358" w:rsidRDefault="00451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2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5409A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51358"/>
    <w:rsid w:val="004751E1"/>
    <w:rsid w:val="00480FFC"/>
    <w:rsid w:val="004C7D6A"/>
    <w:rsid w:val="00502364"/>
    <w:rsid w:val="005077B4"/>
    <w:rsid w:val="00522CFB"/>
    <w:rsid w:val="0058027F"/>
    <w:rsid w:val="00584CA6"/>
    <w:rsid w:val="00595FD1"/>
    <w:rsid w:val="005A17CE"/>
    <w:rsid w:val="005C02F6"/>
    <w:rsid w:val="005D14EC"/>
    <w:rsid w:val="005E645B"/>
    <w:rsid w:val="00605CAF"/>
    <w:rsid w:val="00615C8C"/>
    <w:rsid w:val="006173D6"/>
    <w:rsid w:val="0062122E"/>
    <w:rsid w:val="00645234"/>
    <w:rsid w:val="00645744"/>
    <w:rsid w:val="0064780C"/>
    <w:rsid w:val="0066516F"/>
    <w:rsid w:val="00675F77"/>
    <w:rsid w:val="00677A3E"/>
    <w:rsid w:val="0068746C"/>
    <w:rsid w:val="006A4B39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143C0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37680"/>
    <w:rsid w:val="00952824"/>
    <w:rsid w:val="009661E1"/>
    <w:rsid w:val="00976278"/>
    <w:rsid w:val="0099213A"/>
    <w:rsid w:val="00994CF2"/>
    <w:rsid w:val="009F629D"/>
    <w:rsid w:val="00A06F9F"/>
    <w:rsid w:val="00A2052F"/>
    <w:rsid w:val="00A30967"/>
    <w:rsid w:val="00A32682"/>
    <w:rsid w:val="00A42BAC"/>
    <w:rsid w:val="00A46DF2"/>
    <w:rsid w:val="00A50A78"/>
    <w:rsid w:val="00A545BB"/>
    <w:rsid w:val="00A70488"/>
    <w:rsid w:val="00AA4283"/>
    <w:rsid w:val="00AA6358"/>
    <w:rsid w:val="00AA6519"/>
    <w:rsid w:val="00AC38E1"/>
    <w:rsid w:val="00AD35B2"/>
    <w:rsid w:val="00AD7CDE"/>
    <w:rsid w:val="00AE2274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467D"/>
    <w:rsid w:val="00D1693D"/>
    <w:rsid w:val="00D270DE"/>
    <w:rsid w:val="00D5056C"/>
    <w:rsid w:val="00D72E66"/>
    <w:rsid w:val="00D759E5"/>
    <w:rsid w:val="00DA7FFC"/>
    <w:rsid w:val="00DD1C6C"/>
    <w:rsid w:val="00DE4672"/>
    <w:rsid w:val="00DE7EE5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D759E5"/>
    <w:pPr>
      <w:spacing w:line="245" w:lineRule="auto"/>
    </w:pPr>
    <w:rPr>
      <w:rFonts w:ascii="Arial" w:hAnsi="Arial"/>
      <w:b/>
      <w:sz w:val="24"/>
      <w:szCs w:val="24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D759E5"/>
    <w:rPr>
      <w:rFonts w:ascii="Arial" w:eastAsia="Microsoft Sans Serif" w:hAnsi="Arial" w:cs="Microsoft Sans Serif"/>
      <w:b/>
      <w:sz w:val="24"/>
      <w:szCs w:val="24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2023-04-20T14:08:00Z</cp:lastPrinted>
  <dcterms:created xsi:type="dcterms:W3CDTF">2023-08-23T10:14:00Z</dcterms:created>
  <dcterms:modified xsi:type="dcterms:W3CDTF">2024-10-17T14:20:00Z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